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13E0C06D" w:rsidR="00F1480E" w:rsidRPr="005404CB" w:rsidRDefault="0090363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F400FB" w:rsidRPr="005F1AB1">
              <w:rPr>
                <w:rStyle w:val="SITemporaryText-blue"/>
              </w:rPr>
              <w:t>X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EE7C457" w:rsidR="00F1480E" w:rsidRPr="005404CB" w:rsidRDefault="00A3135C" w:rsidP="009F2BC0">
            <w:pPr>
              <w:pStyle w:val="SIUNITCODE"/>
            </w:pPr>
            <w:r>
              <w:t>AHCPER</w:t>
            </w:r>
            <w:r w:rsidR="005D0854">
              <w:t>3</w:t>
            </w:r>
            <w:r w:rsidR="00FB542A">
              <w:t>X</w:t>
            </w:r>
            <w:r w:rsidR="005D1F8E">
              <w:t>6</w:t>
            </w:r>
          </w:p>
        </w:tc>
        <w:tc>
          <w:tcPr>
            <w:tcW w:w="3604" w:type="pct"/>
            <w:shd w:val="clear" w:color="auto" w:fill="auto"/>
          </w:tcPr>
          <w:p w14:paraId="01D80964" w14:textId="69395183" w:rsidR="00F1480E" w:rsidRPr="005404CB" w:rsidRDefault="00350B75" w:rsidP="005404CB">
            <w:pPr>
              <w:pStyle w:val="SIUnittitle"/>
            </w:pPr>
            <w:r>
              <w:t>Establish</w:t>
            </w:r>
            <w:r w:rsidRPr="00F05AFD">
              <w:t xml:space="preserve"> </w:t>
            </w:r>
            <w:r w:rsidR="00F05AFD" w:rsidRPr="00F05AFD">
              <w:t>organic garden and orchard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882EE8" w14:textId="12CB2A79" w:rsidR="00F05AFD" w:rsidRPr="00F05AFD" w:rsidRDefault="00F05AFD" w:rsidP="00F05AFD">
            <w:r w:rsidRPr="00F05AFD">
              <w:t xml:space="preserve">This unit of competency describes the skills and knowledge required to </w:t>
            </w:r>
            <w:r w:rsidR="00350B75">
              <w:t xml:space="preserve">apply permaculture principles for establishing </w:t>
            </w:r>
            <w:r w:rsidRPr="00F05AFD">
              <w:t>organic garden and orchard systems</w:t>
            </w:r>
            <w:r w:rsidR="00350B75">
              <w:t xml:space="preserve"> from permaculture plans including selecting plants for site </w:t>
            </w:r>
            <w:r w:rsidRPr="00F05AFD">
              <w:t xml:space="preserve">conditions and requirements to </w:t>
            </w:r>
            <w:r w:rsidR="00350B75">
              <w:t>achieve</w:t>
            </w:r>
            <w:r w:rsidRPr="00F05AFD">
              <w:t xml:space="preserve"> optimum production.</w:t>
            </w:r>
          </w:p>
          <w:p w14:paraId="0C700A4E" w14:textId="77777777" w:rsidR="00F05AFD" w:rsidRDefault="00F05AFD" w:rsidP="00F05AFD"/>
          <w:p w14:paraId="375D3C49" w14:textId="1D1BDE85" w:rsidR="00F05AFD" w:rsidRPr="00F05AFD" w:rsidRDefault="00F05AFD" w:rsidP="00F05AFD">
            <w:r w:rsidRPr="00F05AFD">
              <w:t>Th</w:t>
            </w:r>
            <w:r w:rsidR="00350B75">
              <w:t>e</w:t>
            </w:r>
            <w:r w:rsidRPr="00F05AFD">
              <w:t xml:space="preserve"> unit applies to individuals who take responsibility for their own work and for the quality of the work of others. They use discretion and judgement in the selection, </w:t>
            </w:r>
            <w:proofErr w:type="gramStart"/>
            <w:r w:rsidRPr="00F05AFD">
              <w:t>allocation</w:t>
            </w:r>
            <w:proofErr w:type="gramEnd"/>
            <w:r w:rsidRPr="00F05AFD">
              <w:t xml:space="preserve"> and use of available resources.</w:t>
            </w:r>
          </w:p>
          <w:p w14:paraId="05F3AD21" w14:textId="77777777" w:rsidR="00F05AFD" w:rsidRDefault="00F05AFD" w:rsidP="00F05AFD"/>
          <w:p w14:paraId="22C15BCD" w14:textId="0349250B" w:rsidR="00373436" w:rsidRPr="000754EC" w:rsidRDefault="00F05AFD" w:rsidP="005D1F8E">
            <w:r w:rsidRPr="00F05AFD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5019A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87CF985" w:rsidR="0095019A" w:rsidRPr="0095019A" w:rsidRDefault="0095019A" w:rsidP="0095019A">
            <w:pPr>
              <w:pStyle w:val="SIText"/>
            </w:pPr>
            <w:r w:rsidRPr="0095019A">
              <w:t>1. Assess site for organic garden and orchard system</w:t>
            </w:r>
          </w:p>
        </w:tc>
        <w:tc>
          <w:tcPr>
            <w:tcW w:w="3604" w:type="pct"/>
            <w:shd w:val="clear" w:color="auto" w:fill="auto"/>
          </w:tcPr>
          <w:p w14:paraId="4187C4BE" w14:textId="281ECDFF" w:rsidR="00350B75" w:rsidRPr="00350B75" w:rsidRDefault="00350B75" w:rsidP="00350B75">
            <w:r w:rsidRPr="0095019A">
              <w:t>1.1</w:t>
            </w:r>
            <w:r w:rsidRPr="00350B75">
              <w:t xml:space="preserve"> </w:t>
            </w:r>
            <w:r w:rsidR="003217F3">
              <w:t>Access</w:t>
            </w:r>
            <w:r w:rsidRPr="00350B75">
              <w:t xml:space="preserve"> and interpret permaculture system plans and specifications for site</w:t>
            </w:r>
          </w:p>
          <w:p w14:paraId="11E1BFDD" w14:textId="3DB162BE" w:rsidR="0095019A" w:rsidRPr="0095019A" w:rsidRDefault="00350B75" w:rsidP="0095019A">
            <w:r>
              <w:t xml:space="preserve">1.2 </w:t>
            </w:r>
            <w:r w:rsidR="0095019A" w:rsidRPr="0095019A">
              <w:t>Inspect site for environmental and physical attributes</w:t>
            </w:r>
          </w:p>
          <w:p w14:paraId="2827C12F" w14:textId="1D81824D" w:rsidR="00350B75" w:rsidRDefault="00350B75" w:rsidP="00350B75">
            <w:r w:rsidRPr="0095019A">
              <w:t>1.</w:t>
            </w:r>
            <w:r>
              <w:t>3</w:t>
            </w:r>
            <w:r w:rsidRPr="0095019A">
              <w:t xml:space="preserve"> </w:t>
            </w:r>
            <w:r>
              <w:t>Inspect site and locate</w:t>
            </w:r>
            <w:r w:rsidRPr="00350B75">
              <w:t xml:space="preserve"> </w:t>
            </w:r>
            <w:r>
              <w:t>e</w:t>
            </w:r>
            <w:r w:rsidRPr="00350B75">
              <w:t>xisting structures and services</w:t>
            </w:r>
          </w:p>
          <w:p w14:paraId="31E7D422" w14:textId="7D7DAA75" w:rsidR="00350B75" w:rsidRPr="00350B75" w:rsidRDefault="00350B75" w:rsidP="00350B75">
            <w:r>
              <w:t>1.4 Identify location of gardens and orchard</w:t>
            </w:r>
          </w:p>
          <w:p w14:paraId="282DFE4D" w14:textId="12C9F458" w:rsidR="00350B75" w:rsidRDefault="00350B75" w:rsidP="00350B75">
            <w:r>
              <w:t>1.5</w:t>
            </w:r>
            <w:r w:rsidRPr="0095019A">
              <w:t xml:space="preserve"> Identify site constraints and opportunities</w:t>
            </w:r>
          </w:p>
          <w:p w14:paraId="6E8CD9D9" w14:textId="5925E9CA" w:rsidR="00350B75" w:rsidRPr="00350B75" w:rsidRDefault="00350B75" w:rsidP="00350B75">
            <w:r>
              <w:t xml:space="preserve">1.6 </w:t>
            </w:r>
            <w:r w:rsidR="00C77083">
              <w:t>Verify</w:t>
            </w:r>
            <w:r>
              <w:t xml:space="preserve"> site inspections</w:t>
            </w:r>
            <w:r w:rsidRPr="00350B75">
              <w:t xml:space="preserve"> with plans and specifications and identify inconsistencies</w:t>
            </w:r>
          </w:p>
          <w:p w14:paraId="31143047" w14:textId="001EA1EE" w:rsidR="00350B75" w:rsidRPr="00350B75" w:rsidRDefault="00350B75" w:rsidP="00350B75">
            <w:r w:rsidRPr="00350B75">
              <w:t>1.</w:t>
            </w:r>
            <w:r>
              <w:t>7</w:t>
            </w:r>
            <w:r w:rsidRPr="00350B75">
              <w:t xml:space="preserve"> Rectify inconsistencies with key stakeholders and update plans and specifications</w:t>
            </w:r>
          </w:p>
          <w:p w14:paraId="4B044429" w14:textId="4405F73B" w:rsidR="0095019A" w:rsidRPr="0095019A" w:rsidRDefault="0095019A">
            <w:r w:rsidRPr="0095019A">
              <w:t>1.</w:t>
            </w:r>
            <w:r w:rsidR="00350B75">
              <w:t>8</w:t>
            </w:r>
            <w:r w:rsidRPr="0095019A">
              <w:t xml:space="preserve"> Prepare zone and sector plan </w:t>
            </w:r>
            <w:r w:rsidR="00C77083">
              <w:t xml:space="preserve">of garden and orchard according to </w:t>
            </w:r>
            <w:r w:rsidR="008D399A">
              <w:t>verified permaculture system plan</w:t>
            </w:r>
          </w:p>
        </w:tc>
      </w:tr>
      <w:tr w:rsidR="0095019A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36872396" w:rsidR="0095019A" w:rsidRPr="0095019A" w:rsidRDefault="0095019A" w:rsidP="0095019A">
            <w:pPr>
              <w:pStyle w:val="SIText"/>
            </w:pPr>
            <w:r w:rsidRPr="0095019A">
              <w:t>2. Select plants for organic garden and orchard system</w:t>
            </w:r>
          </w:p>
        </w:tc>
        <w:tc>
          <w:tcPr>
            <w:tcW w:w="3604" w:type="pct"/>
            <w:shd w:val="clear" w:color="auto" w:fill="auto"/>
          </w:tcPr>
          <w:p w14:paraId="24AA4479" w14:textId="0168AFEA" w:rsidR="00350B75" w:rsidRPr="00350B75" w:rsidRDefault="0095019A" w:rsidP="00350B75">
            <w:r w:rsidRPr="0095019A">
              <w:t xml:space="preserve">2.1 </w:t>
            </w:r>
            <w:r w:rsidR="00350B75" w:rsidRPr="0095019A">
              <w:t>Test soil and analyse results</w:t>
            </w:r>
            <w:r w:rsidR="00350B75">
              <w:t xml:space="preserve"> for garden and orchard locations</w:t>
            </w:r>
          </w:p>
          <w:p w14:paraId="6419D2ED" w14:textId="33EA6049" w:rsidR="0095019A" w:rsidRPr="0095019A" w:rsidRDefault="00350B75" w:rsidP="0095019A">
            <w:r>
              <w:t xml:space="preserve">2.2 </w:t>
            </w:r>
            <w:r w:rsidR="0095019A" w:rsidRPr="0095019A">
              <w:t>Select plant varieties and types</w:t>
            </w:r>
            <w:r>
              <w:t xml:space="preserve"> according to soil type, permaculture plan and production needs</w:t>
            </w:r>
          </w:p>
          <w:p w14:paraId="33BE74AE" w14:textId="6B8042CE" w:rsidR="00350B75" w:rsidRDefault="0095019A" w:rsidP="00350B75">
            <w:r w:rsidRPr="0095019A">
              <w:t>2.3 Determine</w:t>
            </w:r>
            <w:r w:rsidR="00E96546">
              <w:t xml:space="preserve"> </w:t>
            </w:r>
            <w:r w:rsidRPr="0095019A">
              <w:t>number and size of plant material</w:t>
            </w:r>
            <w:r w:rsidR="00350B75">
              <w:t xml:space="preserve"> </w:t>
            </w:r>
            <w:r w:rsidR="00E96546">
              <w:t>according to planned garden and orchard outcomes</w:t>
            </w:r>
          </w:p>
          <w:p w14:paraId="2B00249F" w14:textId="24C61D19" w:rsidR="0095019A" w:rsidRPr="0095019A" w:rsidRDefault="00E96546" w:rsidP="005D1F8E">
            <w:r>
              <w:t>2.4</w:t>
            </w:r>
            <w:r w:rsidR="00350B75" w:rsidRPr="0095019A">
              <w:t xml:space="preserve"> </w:t>
            </w:r>
            <w:r>
              <w:t xml:space="preserve">Identify and source of </w:t>
            </w:r>
            <w:r w:rsidR="00350B75" w:rsidRPr="0095019A">
              <w:t>plant</w:t>
            </w:r>
            <w:r>
              <w:t>ing</w:t>
            </w:r>
            <w:r w:rsidR="00350B75" w:rsidRPr="0095019A">
              <w:t xml:space="preserve"> material </w:t>
            </w:r>
            <w:r>
              <w:t>according to permaculture system plan</w:t>
            </w:r>
          </w:p>
        </w:tc>
      </w:tr>
      <w:tr w:rsidR="0095019A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85EECE2" w:rsidR="0095019A" w:rsidRPr="0095019A" w:rsidRDefault="0095019A" w:rsidP="0095019A">
            <w:pPr>
              <w:pStyle w:val="SIText"/>
            </w:pPr>
            <w:r w:rsidRPr="0095019A">
              <w:t>3. Develop planting plan for organic garden and orchard system</w:t>
            </w:r>
          </w:p>
        </w:tc>
        <w:tc>
          <w:tcPr>
            <w:tcW w:w="3604" w:type="pct"/>
            <w:shd w:val="clear" w:color="auto" w:fill="auto"/>
          </w:tcPr>
          <w:p w14:paraId="4BA08B0C" w14:textId="328FC8DB" w:rsidR="0095019A" w:rsidRPr="0095019A" w:rsidRDefault="0095019A" w:rsidP="0095019A">
            <w:r w:rsidRPr="0095019A">
              <w:t xml:space="preserve">3.1 Identify zone and sector details from </w:t>
            </w:r>
            <w:r w:rsidR="00E226C3">
              <w:t>permaculture</w:t>
            </w:r>
            <w:r w:rsidRPr="0095019A">
              <w:t xml:space="preserve"> plan</w:t>
            </w:r>
          </w:p>
          <w:p w14:paraId="6903196F" w14:textId="51194250" w:rsidR="0095019A" w:rsidRPr="0095019A" w:rsidRDefault="0095019A" w:rsidP="0095019A">
            <w:r w:rsidRPr="0095019A">
              <w:t xml:space="preserve">3.2 Identify and </w:t>
            </w:r>
            <w:r w:rsidR="00E226C3">
              <w:t>locate</w:t>
            </w:r>
            <w:r w:rsidR="00E226C3" w:rsidRPr="0095019A">
              <w:t xml:space="preserve"> </w:t>
            </w:r>
            <w:r w:rsidRPr="0095019A">
              <w:t>plants to be installed</w:t>
            </w:r>
            <w:r w:rsidR="00E226C3">
              <w:t xml:space="preserve"> on a planting plan</w:t>
            </w:r>
          </w:p>
          <w:p w14:paraId="1C93868F" w14:textId="2891E9FE" w:rsidR="0095019A" w:rsidRPr="0095019A" w:rsidRDefault="0095019A" w:rsidP="00E226C3">
            <w:r w:rsidRPr="0095019A">
              <w:t xml:space="preserve">3.3 </w:t>
            </w:r>
            <w:r w:rsidR="00E226C3">
              <w:t xml:space="preserve">Document a schedule of planting </w:t>
            </w:r>
            <w:r w:rsidRPr="0095019A">
              <w:t xml:space="preserve">actions, </w:t>
            </w:r>
            <w:proofErr w:type="gramStart"/>
            <w:r w:rsidRPr="0095019A">
              <w:t>timelines</w:t>
            </w:r>
            <w:proofErr w:type="gramEnd"/>
            <w:r w:rsidRPr="0095019A">
              <w:t xml:space="preserve"> and </w:t>
            </w:r>
            <w:r w:rsidR="00E226C3">
              <w:t>specifications according to workplace procedures</w:t>
            </w:r>
          </w:p>
        </w:tc>
      </w:tr>
      <w:tr w:rsidR="00E226C3" w:rsidRPr="00963A46" w14:paraId="430786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1F40E3" w14:textId="4E9C972F" w:rsidR="00E226C3" w:rsidRPr="0095019A" w:rsidRDefault="00E226C3" w:rsidP="00E226C3">
            <w:pPr>
              <w:pStyle w:val="SIText"/>
            </w:pPr>
            <w:r>
              <w:t xml:space="preserve">4. Prepare site and plant </w:t>
            </w:r>
            <w:r w:rsidR="004F6591">
              <w:t xml:space="preserve">organic </w:t>
            </w:r>
            <w:r>
              <w:t>garden and orchard</w:t>
            </w:r>
            <w:r w:rsidR="004F6591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5CC9AD6C" w14:textId="77777777" w:rsidR="00E226C3" w:rsidRDefault="00E226C3">
            <w:r>
              <w:t>4.1 Prepare planting materials according to plant type and schedule</w:t>
            </w:r>
          </w:p>
          <w:p w14:paraId="11CD7B2C" w14:textId="77777777" w:rsidR="00E226C3" w:rsidRDefault="00E226C3">
            <w:r>
              <w:t>4.2 Prepare gardens and orchard site for planting</w:t>
            </w:r>
          </w:p>
          <w:p w14:paraId="4EB769F6" w14:textId="77777777" w:rsidR="00E226C3" w:rsidRDefault="00E226C3">
            <w:r>
              <w:t xml:space="preserve">4.3 </w:t>
            </w:r>
            <w:r w:rsidR="00404CD2">
              <w:t>Locate and plant species according to planting plan</w:t>
            </w:r>
          </w:p>
          <w:p w14:paraId="7CADD7A1" w14:textId="00CA7C4F" w:rsidR="00404CD2" w:rsidRDefault="00404CD2">
            <w:r>
              <w:t>4.4 Provide planting with nutrition and soil moisture according to permaculture system design</w:t>
            </w:r>
            <w:r w:rsidR="00F9224A">
              <w:t xml:space="preserve"> and organic plant standards</w:t>
            </w:r>
          </w:p>
          <w:p w14:paraId="52091F6D" w14:textId="3329F6E2" w:rsidR="00404CD2" w:rsidRPr="0095019A" w:rsidRDefault="00404CD2">
            <w:r>
              <w:t xml:space="preserve">4.5 Record and report garden and orchard planting system activity according to workplace procedures </w:t>
            </w:r>
          </w:p>
        </w:tc>
      </w:tr>
    </w:tbl>
    <w:p w14:paraId="50784BCC" w14:textId="6D68F408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62C387F2" w14:textId="3C153601" w:rsidR="003217F3" w:rsidRPr="003217F3" w:rsidRDefault="005E08C2" w:rsidP="003217F3">
            <w:pPr>
              <w:pStyle w:val="SIText"/>
            </w:pPr>
            <w:r>
              <w:t>Reading</w:t>
            </w:r>
          </w:p>
          <w:p w14:paraId="166E6F1B" w14:textId="6FD82B19" w:rsidR="00F1480E" w:rsidRPr="005404CB" w:rsidRDefault="00F1480E" w:rsidP="003217F3">
            <w:pPr>
              <w:pStyle w:val="SIText"/>
            </w:pPr>
          </w:p>
        </w:tc>
        <w:tc>
          <w:tcPr>
            <w:tcW w:w="3604" w:type="pct"/>
          </w:tcPr>
          <w:p w14:paraId="0C02860A" w14:textId="42CB126F" w:rsidR="003217F3" w:rsidRPr="005D1F8E" w:rsidRDefault="003217F3">
            <w:pPr>
              <w:pStyle w:val="SIBulletList1"/>
              <w:rPr>
                <w:rFonts w:eastAsia="Calibri"/>
              </w:rPr>
            </w:pPr>
            <w:r w:rsidRPr="003217F3">
              <w:t xml:space="preserve">Interpret plans, specifications and other documentation </w:t>
            </w:r>
            <w:r>
              <w:t>for permaculture system and extracts</w:t>
            </w:r>
            <w:r w:rsidR="005E08C2">
              <w:t xml:space="preserve"> relevant</w:t>
            </w:r>
            <w:r>
              <w:t xml:space="preserve"> data</w:t>
            </w:r>
          </w:p>
          <w:p w14:paraId="6185B3D2" w14:textId="038F056B" w:rsidR="00F1480E" w:rsidRPr="005404CB" w:rsidRDefault="003217F3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3217F3">
              <w:t xml:space="preserve">onsolidate information to determine requirements for </w:t>
            </w:r>
            <w:r>
              <w:t>establishment of a permaculture garden and orchard systems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1C53ABB7" w14:textId="77777777" w:rsidR="003217F3" w:rsidRPr="003217F3" w:rsidRDefault="003217F3" w:rsidP="003217F3">
            <w:pPr>
              <w:pStyle w:val="SIText"/>
            </w:pPr>
          </w:p>
          <w:p w14:paraId="50EF5895" w14:textId="27F5E39F" w:rsidR="003217F3" w:rsidRPr="003217F3" w:rsidRDefault="005E08C2" w:rsidP="003217F3">
            <w:pPr>
              <w:pStyle w:val="SIText"/>
            </w:pPr>
            <w:r>
              <w:t>Numeracy</w:t>
            </w:r>
          </w:p>
          <w:p w14:paraId="64582310" w14:textId="49B5FA48" w:rsidR="00F1480E" w:rsidRPr="005404CB" w:rsidRDefault="00F1480E" w:rsidP="005404CB">
            <w:pPr>
              <w:pStyle w:val="SIText"/>
            </w:pPr>
          </w:p>
        </w:tc>
        <w:tc>
          <w:tcPr>
            <w:tcW w:w="3604" w:type="pct"/>
          </w:tcPr>
          <w:p w14:paraId="2CB27D44" w14:textId="106C0865" w:rsidR="005E08C2" w:rsidRPr="005D1F8E" w:rsidRDefault="005E08C2" w:rsidP="005404CB">
            <w:pPr>
              <w:pStyle w:val="SIBulletList1"/>
              <w:rPr>
                <w:rFonts w:eastAsia="Calibri"/>
              </w:rPr>
            </w:pPr>
            <w:r>
              <w:t>Perform calculations on soils sample tests to establish base line conditions</w:t>
            </w:r>
          </w:p>
          <w:p w14:paraId="2B5C131C" w14:textId="37D8E4D3" w:rsidR="00F1480E" w:rsidRPr="005404CB" w:rsidRDefault="003217F3">
            <w:pPr>
              <w:pStyle w:val="SIBulletList1"/>
              <w:rPr>
                <w:rFonts w:eastAsia="Calibri"/>
              </w:rPr>
            </w:pPr>
            <w:r w:rsidRPr="003217F3">
              <w:t xml:space="preserve">Make calculations appropriate for measuring and estimating materials for </w:t>
            </w:r>
            <w:r w:rsidR="005E08C2">
              <w:t>gardens and orchard establishment</w:t>
            </w:r>
          </w:p>
        </w:tc>
      </w:tr>
    </w:tbl>
    <w:p w14:paraId="265659EF" w14:textId="567C6468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1910CE27" w:rsidR="00041E59" w:rsidRPr="005404CB" w:rsidRDefault="000130E7" w:rsidP="009F2BC0">
            <w:pPr>
              <w:pStyle w:val="SIText"/>
            </w:pPr>
            <w:r w:rsidRPr="000130E7">
              <w:t>AHCPER3</w:t>
            </w:r>
            <w:r w:rsidR="00FB542A">
              <w:t>X</w:t>
            </w:r>
            <w:r w:rsidR="005D1F8E">
              <w:t>6</w:t>
            </w:r>
            <w:r w:rsidRPr="000130E7">
              <w:t xml:space="preserve"> Establish organic garden and orchard systems</w:t>
            </w:r>
          </w:p>
        </w:tc>
        <w:tc>
          <w:tcPr>
            <w:tcW w:w="1105" w:type="pct"/>
          </w:tcPr>
          <w:p w14:paraId="64EA7AE3" w14:textId="74B542D6" w:rsidR="00041E59" w:rsidRPr="005404CB" w:rsidRDefault="000130E7" w:rsidP="005404CB">
            <w:pPr>
              <w:pStyle w:val="SIText"/>
            </w:pPr>
            <w:r w:rsidRPr="00F05AFD">
              <w:t>AHCPER312 Plan organic garden and orchard systems</w:t>
            </w:r>
          </w:p>
        </w:tc>
        <w:tc>
          <w:tcPr>
            <w:tcW w:w="1251" w:type="pct"/>
          </w:tcPr>
          <w:p w14:paraId="3E031D32" w14:textId="61A02970" w:rsidR="00041E59" w:rsidRPr="005404CB" w:rsidRDefault="000130E7">
            <w:pPr>
              <w:pStyle w:val="SIText"/>
            </w:pPr>
            <w:r>
              <w:t>Change to Title to reflect work activity at AQF 3. Changes to Application, Elements and Performance Criteria to align to establishing gardens and orchards</w:t>
            </w:r>
          </w:p>
        </w:tc>
        <w:tc>
          <w:tcPr>
            <w:tcW w:w="1616" w:type="pct"/>
          </w:tcPr>
          <w:p w14:paraId="426455CD" w14:textId="67449B5D" w:rsidR="00916CD7" w:rsidRPr="005404CB" w:rsidRDefault="000130E7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DED9905" w:rsidR="00556C4C" w:rsidRPr="005404CB" w:rsidRDefault="00556C4C" w:rsidP="009F2BC0">
            <w:pPr>
              <w:pStyle w:val="SIUnittitle"/>
            </w:pPr>
            <w:r w:rsidRPr="00F56827">
              <w:t xml:space="preserve">Assessment requirements for </w:t>
            </w:r>
            <w:r w:rsidR="00F05AFD" w:rsidRPr="00F05AFD">
              <w:t>AHCPER3</w:t>
            </w:r>
            <w:r w:rsidR="00FB542A">
              <w:t>X</w:t>
            </w:r>
            <w:r w:rsidR="005D1F8E">
              <w:t>6</w:t>
            </w:r>
            <w:r w:rsidR="00F05AFD" w:rsidRPr="00F05AFD">
              <w:t xml:space="preserve"> </w:t>
            </w:r>
            <w:r w:rsidR="00C01429">
              <w:t>Establish</w:t>
            </w:r>
            <w:r w:rsidR="00C01429" w:rsidRPr="00F05AFD">
              <w:t xml:space="preserve"> </w:t>
            </w:r>
            <w:r w:rsidR="00F05AFD" w:rsidRPr="00F05AFD">
              <w:t>organic garden and orchard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9C3D8FA" w14:textId="0EADF7B1" w:rsidR="00C01429" w:rsidRDefault="00C01429" w:rsidP="00C01429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0967B8A1" w14:textId="53661418" w:rsidR="00C01429" w:rsidRDefault="00C01429" w:rsidP="00C01429">
            <w:pPr>
              <w:pStyle w:val="SIText"/>
            </w:pPr>
            <w:r>
              <w:t>There must be evidence that the individual has on at least one occasion established an organic garden and orchard in a permaculture system, and has:</w:t>
            </w:r>
          </w:p>
          <w:p w14:paraId="33FD7CBC" w14:textId="7CA293F2" w:rsidR="0095019A" w:rsidRPr="0095019A" w:rsidRDefault="00C77083" w:rsidP="0095019A">
            <w:pPr>
              <w:pStyle w:val="SIBulletList1"/>
            </w:pPr>
            <w:r>
              <w:t>acquired and interpreted permaculture system pl</w:t>
            </w:r>
            <w:r w:rsidR="0095019A" w:rsidRPr="0095019A">
              <w:t>a</w:t>
            </w:r>
            <w:r>
              <w:t xml:space="preserve">ns for a </w:t>
            </w:r>
            <w:r w:rsidR="0095019A" w:rsidRPr="0095019A">
              <w:t>site</w:t>
            </w:r>
          </w:p>
          <w:p w14:paraId="626BE283" w14:textId="70E799F9" w:rsidR="00C77083" w:rsidRDefault="004A5424" w:rsidP="0095019A">
            <w:pPr>
              <w:pStyle w:val="SIBulletList1"/>
            </w:pPr>
            <w:r>
              <w:t xml:space="preserve">inspected site for key features, </w:t>
            </w:r>
            <w:r w:rsidR="00C77083">
              <w:t>verified against plans and rectified inconsisten</w:t>
            </w:r>
            <w:r w:rsidR="008D399A">
              <w:t>cies</w:t>
            </w:r>
          </w:p>
          <w:p w14:paraId="6DEB11A9" w14:textId="60B03521" w:rsidR="00C77083" w:rsidRDefault="00C77083" w:rsidP="0095019A">
            <w:pPr>
              <w:pStyle w:val="SIBulletList1"/>
            </w:pPr>
            <w:r>
              <w:t xml:space="preserve">prepared a </w:t>
            </w:r>
            <w:r w:rsidR="008D399A">
              <w:t>garden and orchard zone and sector plan</w:t>
            </w:r>
            <w:r w:rsidR="003A5486">
              <w:t xml:space="preserve"> for garden and orchard</w:t>
            </w:r>
          </w:p>
          <w:p w14:paraId="1EA71AAE" w14:textId="0412A9EC" w:rsidR="0095019A" w:rsidRPr="0095019A" w:rsidRDefault="0095019A" w:rsidP="0095019A">
            <w:pPr>
              <w:pStyle w:val="SIBulletList1"/>
            </w:pPr>
            <w:r w:rsidRPr="0095019A">
              <w:t>test</w:t>
            </w:r>
            <w:r w:rsidR="008D399A">
              <w:t>ed</w:t>
            </w:r>
            <w:r w:rsidRPr="0095019A">
              <w:t xml:space="preserve"> soil </w:t>
            </w:r>
            <w:r w:rsidR="008D399A">
              <w:t xml:space="preserve">for garden and orchard locations </w:t>
            </w:r>
            <w:r w:rsidRPr="0095019A">
              <w:t>and analyse</w:t>
            </w:r>
            <w:r w:rsidR="008D399A">
              <w:t xml:space="preserve">d </w:t>
            </w:r>
            <w:r w:rsidRPr="0095019A">
              <w:t>results</w:t>
            </w:r>
          </w:p>
          <w:p w14:paraId="0BB74BA6" w14:textId="6837B571" w:rsidR="0095019A" w:rsidRPr="0095019A" w:rsidRDefault="0095019A" w:rsidP="0095019A">
            <w:pPr>
              <w:pStyle w:val="SIBulletList1"/>
            </w:pPr>
            <w:r w:rsidRPr="0095019A">
              <w:t>select</w:t>
            </w:r>
            <w:r w:rsidR="008D399A">
              <w:t>ed</w:t>
            </w:r>
            <w:r w:rsidRPr="0095019A">
              <w:t xml:space="preserve"> plants</w:t>
            </w:r>
            <w:r w:rsidR="008D399A">
              <w:t xml:space="preserve"> </w:t>
            </w:r>
            <w:r w:rsidR="003A5486">
              <w:t xml:space="preserve">and plant types </w:t>
            </w:r>
            <w:r w:rsidR="008D399A">
              <w:t>suitable for soil and permaculture system</w:t>
            </w:r>
            <w:r w:rsidR="004A5424">
              <w:t xml:space="preserve"> design</w:t>
            </w:r>
          </w:p>
          <w:p w14:paraId="296D346C" w14:textId="32126646" w:rsidR="004A5424" w:rsidRDefault="0095019A" w:rsidP="0095019A">
            <w:pPr>
              <w:pStyle w:val="SIBulletList1"/>
            </w:pPr>
            <w:r w:rsidRPr="0095019A">
              <w:t>develop</w:t>
            </w:r>
            <w:r w:rsidR="004A5424">
              <w:t>ed</w:t>
            </w:r>
            <w:r w:rsidRPr="0095019A">
              <w:t xml:space="preserve"> </w:t>
            </w:r>
            <w:r w:rsidR="004A5424">
              <w:t xml:space="preserve">garden and orchard </w:t>
            </w:r>
            <w:r w:rsidRPr="0095019A">
              <w:t xml:space="preserve">planting plan </w:t>
            </w:r>
            <w:r w:rsidR="004A5424">
              <w:t>and schedule</w:t>
            </w:r>
            <w:r w:rsidR="003A5486">
              <w:t xml:space="preserve"> of activities</w:t>
            </w:r>
          </w:p>
          <w:p w14:paraId="7FB50C11" w14:textId="22A83642" w:rsidR="003A5486" w:rsidRDefault="003A5486" w:rsidP="0095019A">
            <w:pPr>
              <w:pStyle w:val="SIBulletList1"/>
            </w:pPr>
            <w:r>
              <w:t>prepared garden and orchard site for planting</w:t>
            </w:r>
          </w:p>
          <w:p w14:paraId="70861A56" w14:textId="225E5E9D" w:rsidR="0095019A" w:rsidRDefault="003A5486" w:rsidP="00820AE0">
            <w:pPr>
              <w:pStyle w:val="SIBulletList1"/>
            </w:pPr>
            <w:r>
              <w:t xml:space="preserve">acquired, </w:t>
            </w:r>
            <w:proofErr w:type="gramStart"/>
            <w:r>
              <w:t>prepared</w:t>
            </w:r>
            <w:proofErr w:type="gramEnd"/>
            <w:r>
              <w:t xml:space="preserve"> and planted </w:t>
            </w:r>
            <w:r w:rsidR="0095019A" w:rsidRPr="0095019A">
              <w:t>at least 5 fruit trees</w:t>
            </w:r>
            <w:r>
              <w:t>/</w:t>
            </w:r>
            <w:r w:rsidR="0095019A" w:rsidRPr="0095019A">
              <w:t>shrubs</w:t>
            </w:r>
            <w:r>
              <w:t xml:space="preserve"> for orchard system</w:t>
            </w:r>
          </w:p>
          <w:p w14:paraId="425DF1FB" w14:textId="77777777" w:rsidR="003A5486" w:rsidRDefault="003A5486" w:rsidP="005D1F8E">
            <w:pPr>
              <w:pStyle w:val="SIBulletList1"/>
            </w:pPr>
            <w:r>
              <w:t>recorded and reported garden and orchard planting activity</w:t>
            </w:r>
          </w:p>
          <w:p w14:paraId="6BFA69AA" w14:textId="19606A41" w:rsidR="00556C4C" w:rsidRPr="005404CB" w:rsidRDefault="003A5486" w:rsidP="005D1F8E">
            <w:pPr>
              <w:pStyle w:val="SIBulletList1"/>
            </w:pPr>
            <w:r>
              <w:t>complied with permaculture and organic systems standards.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7FFDB79" w14:textId="7A3FD083" w:rsidR="003A5486" w:rsidRDefault="003A5486" w:rsidP="005D1F8E">
            <w:pPr>
              <w:pStyle w:val="SIText"/>
            </w:pPr>
            <w:r w:rsidRPr="003A5486">
              <w:t>An individual must be able to demonstrate the knowledge required to perform the tasks outlined in the elements and performance criteria of this unit. This includes knowledge of:</w:t>
            </w:r>
          </w:p>
          <w:p w14:paraId="118F882B" w14:textId="77777777" w:rsidR="0095019A" w:rsidRPr="0095019A" w:rsidRDefault="0095019A" w:rsidP="0095019A">
            <w:pPr>
              <w:pStyle w:val="SIBulletList1"/>
            </w:pPr>
            <w:r w:rsidRPr="0095019A">
              <w:t>permaculture principles and ethics</w:t>
            </w:r>
          </w:p>
          <w:p w14:paraId="4A67890D" w14:textId="19DC8364" w:rsidR="0095019A" w:rsidRPr="0095019A" w:rsidRDefault="0095019A" w:rsidP="0095019A">
            <w:pPr>
              <w:pStyle w:val="SIBulletList1"/>
            </w:pPr>
            <w:r w:rsidRPr="0095019A">
              <w:t>permaculture site planning</w:t>
            </w:r>
            <w:r w:rsidR="003A5486">
              <w:t xml:space="preserve">, </w:t>
            </w:r>
            <w:r w:rsidR="0052022A">
              <w:t>including</w:t>
            </w:r>
            <w:r w:rsidR="003A5486">
              <w:t>:</w:t>
            </w:r>
          </w:p>
          <w:p w14:paraId="010190BE" w14:textId="77777777" w:rsidR="0095019A" w:rsidRPr="0095019A" w:rsidRDefault="0095019A" w:rsidP="0095019A">
            <w:pPr>
              <w:pStyle w:val="SIBulletList2"/>
            </w:pPr>
            <w:r w:rsidRPr="0095019A">
              <w:t>boundaries of sites drawn at an appropriate scale</w:t>
            </w:r>
          </w:p>
          <w:p w14:paraId="341A7468" w14:textId="77777777" w:rsidR="0095019A" w:rsidRPr="0095019A" w:rsidRDefault="0095019A" w:rsidP="0095019A">
            <w:pPr>
              <w:pStyle w:val="SIBulletList2"/>
            </w:pPr>
            <w:r w:rsidRPr="0095019A">
              <w:t>direction of North (or sunward)</w:t>
            </w:r>
          </w:p>
          <w:p w14:paraId="75F09A23" w14:textId="77777777" w:rsidR="0095019A" w:rsidRPr="0095019A" w:rsidRDefault="0095019A" w:rsidP="0095019A">
            <w:pPr>
              <w:pStyle w:val="SIBulletList2"/>
            </w:pPr>
            <w:r w:rsidRPr="0095019A">
              <w:t>location of plants</w:t>
            </w:r>
          </w:p>
          <w:p w14:paraId="1AC5C4E5" w14:textId="7D2F3084" w:rsidR="003A5486" w:rsidRDefault="0095019A" w:rsidP="0095019A">
            <w:pPr>
              <w:pStyle w:val="SIBulletList2"/>
            </w:pPr>
            <w:r w:rsidRPr="0095019A">
              <w:t>information relevant to a permaculture garden and orchard system</w:t>
            </w:r>
            <w:r w:rsidR="003A5486">
              <w:t>s</w:t>
            </w:r>
          </w:p>
          <w:p w14:paraId="49C8E797" w14:textId="59CF2CC5" w:rsidR="003A5486" w:rsidRDefault="0095019A" w:rsidP="0095019A">
            <w:pPr>
              <w:pStyle w:val="SIBulletList2"/>
            </w:pPr>
            <w:r w:rsidRPr="0095019A">
              <w:t>draw</w:t>
            </w:r>
            <w:r w:rsidR="003A5486">
              <w:t>ing skills</w:t>
            </w:r>
            <w:r w:rsidRPr="0095019A">
              <w:t xml:space="preserve"> </w:t>
            </w:r>
            <w:r w:rsidR="003A5486">
              <w:t>required for</w:t>
            </w:r>
            <w:r w:rsidR="003A5486" w:rsidRPr="0095019A">
              <w:t xml:space="preserve"> </w:t>
            </w:r>
            <w:r w:rsidRPr="0095019A">
              <w:t>cl</w:t>
            </w:r>
            <w:r w:rsidR="003A5486">
              <w:t>arity and consistency</w:t>
            </w:r>
          </w:p>
          <w:p w14:paraId="2A562CAF" w14:textId="7BF55F73" w:rsidR="0095019A" w:rsidRPr="0095019A" w:rsidRDefault="0095019A" w:rsidP="0095019A">
            <w:pPr>
              <w:pStyle w:val="SIBulletList2"/>
            </w:pPr>
            <w:r w:rsidRPr="0095019A">
              <w:t>graphic style</w:t>
            </w:r>
            <w:r w:rsidR="003A5486">
              <w:t>s</w:t>
            </w:r>
          </w:p>
          <w:p w14:paraId="46FD1076" w14:textId="1C07828F" w:rsidR="0095019A" w:rsidRPr="0095019A" w:rsidRDefault="0095019A" w:rsidP="0095019A">
            <w:pPr>
              <w:pStyle w:val="SIBulletList2"/>
            </w:pPr>
            <w:r w:rsidRPr="0095019A">
              <w:t>planting schedules and timelines, including Gantt charts</w:t>
            </w:r>
          </w:p>
          <w:p w14:paraId="756D655E" w14:textId="0F5BAF79" w:rsidR="0095019A" w:rsidRPr="0095019A" w:rsidRDefault="0095019A" w:rsidP="0095019A">
            <w:pPr>
              <w:pStyle w:val="SIBulletList1"/>
            </w:pPr>
            <w:r w:rsidRPr="0095019A">
              <w:t xml:space="preserve">zone and sector planning, </w:t>
            </w:r>
            <w:r w:rsidR="003A5486">
              <w:t>including</w:t>
            </w:r>
            <w:r w:rsidRPr="0095019A">
              <w:t>:</w:t>
            </w:r>
          </w:p>
          <w:p w14:paraId="00D6B393" w14:textId="77777777" w:rsidR="0095019A" w:rsidRPr="0095019A" w:rsidRDefault="0095019A" w:rsidP="0095019A">
            <w:pPr>
              <w:pStyle w:val="SIBulletList2"/>
            </w:pPr>
            <w:r w:rsidRPr="0095019A">
              <w:t>zones for garden and orchard systems (Zones 1 and 2)</w:t>
            </w:r>
          </w:p>
          <w:p w14:paraId="47B3BB95" w14:textId="4B676FA0" w:rsidR="0095019A" w:rsidRPr="0095019A" w:rsidRDefault="0095019A" w:rsidP="0095019A">
            <w:pPr>
              <w:pStyle w:val="SIBulletList2"/>
            </w:pPr>
            <w:r w:rsidRPr="0095019A">
              <w:t xml:space="preserve">sector information </w:t>
            </w:r>
            <w:r w:rsidR="003A5486">
              <w:t>including</w:t>
            </w:r>
            <w:r w:rsidR="00D52930">
              <w:t>,</w:t>
            </w:r>
            <w:r w:rsidRPr="0095019A">
              <w:t xml:space="preserve"> prevailing winds, fire aspect, winter and summer sun angles, best locations for sun-loving and shade-tolerant species</w:t>
            </w:r>
          </w:p>
          <w:p w14:paraId="55303146" w14:textId="77777777" w:rsidR="0095019A" w:rsidRPr="0095019A" w:rsidRDefault="0095019A" w:rsidP="0095019A">
            <w:pPr>
              <w:pStyle w:val="SIBulletList2"/>
            </w:pPr>
            <w:r w:rsidRPr="0095019A">
              <w:t>microclimate information</w:t>
            </w:r>
          </w:p>
          <w:p w14:paraId="34DF302F" w14:textId="77777777" w:rsidR="0095019A" w:rsidRPr="0095019A" w:rsidRDefault="0095019A" w:rsidP="0095019A">
            <w:pPr>
              <w:pStyle w:val="SIBulletList2"/>
            </w:pPr>
            <w:r w:rsidRPr="0095019A">
              <w:t>zone and sector plans drawn as overlays to a site plan</w:t>
            </w:r>
          </w:p>
          <w:p w14:paraId="7148482C" w14:textId="5A322F94" w:rsidR="0095019A" w:rsidRPr="0095019A" w:rsidRDefault="0095019A" w:rsidP="0095019A">
            <w:pPr>
              <w:pStyle w:val="SIBulletList1"/>
            </w:pPr>
            <w:r w:rsidRPr="0095019A">
              <w:t xml:space="preserve">garden and orchard systems, </w:t>
            </w:r>
            <w:r w:rsidR="00D52930">
              <w:t>including</w:t>
            </w:r>
            <w:r w:rsidRPr="0095019A">
              <w:t>:</w:t>
            </w:r>
          </w:p>
          <w:p w14:paraId="7D05BCA9" w14:textId="77777777" w:rsidR="0095019A" w:rsidRPr="0095019A" w:rsidRDefault="0095019A" w:rsidP="0095019A">
            <w:pPr>
              <w:pStyle w:val="SIBulletList2"/>
            </w:pPr>
            <w:r w:rsidRPr="0095019A">
              <w:t>an orchard with 5 to 10 or more assorted fruit trees or shrubs</w:t>
            </w:r>
          </w:p>
          <w:p w14:paraId="6023A930" w14:textId="77777777" w:rsidR="0095019A" w:rsidRPr="0095019A" w:rsidRDefault="0095019A" w:rsidP="0095019A">
            <w:pPr>
              <w:pStyle w:val="SIBulletList2"/>
            </w:pPr>
            <w:r w:rsidRPr="0095019A">
              <w:t>integrated plant and animal systems</w:t>
            </w:r>
          </w:p>
          <w:p w14:paraId="531E71C6" w14:textId="77777777" w:rsidR="0095019A" w:rsidRPr="0095019A" w:rsidRDefault="0095019A" w:rsidP="0095019A">
            <w:pPr>
              <w:pStyle w:val="SIBulletList2"/>
            </w:pPr>
            <w:r w:rsidRPr="0095019A">
              <w:t>consideration of and design for plant ecosystem relationships</w:t>
            </w:r>
          </w:p>
          <w:p w14:paraId="51FFA2E1" w14:textId="52583487" w:rsidR="0095019A" w:rsidRPr="0095019A" w:rsidRDefault="0095019A" w:rsidP="0095019A">
            <w:pPr>
              <w:pStyle w:val="SIBulletList1"/>
            </w:pPr>
            <w:r w:rsidRPr="0095019A">
              <w:t xml:space="preserve">soil structure, </w:t>
            </w:r>
            <w:proofErr w:type="gramStart"/>
            <w:r w:rsidRPr="0095019A">
              <w:t>types</w:t>
            </w:r>
            <w:proofErr w:type="gramEnd"/>
            <w:r w:rsidRPr="0095019A">
              <w:t xml:space="preserve"> and function, including soil tests</w:t>
            </w:r>
          </w:p>
          <w:p w14:paraId="5718656F" w14:textId="77777777" w:rsidR="0095019A" w:rsidRPr="0095019A" w:rsidRDefault="0095019A" w:rsidP="0095019A">
            <w:pPr>
              <w:pStyle w:val="SIBulletList1"/>
            </w:pPr>
            <w:r w:rsidRPr="0095019A">
              <w:t>soil maintenance and improvement techniques</w:t>
            </w:r>
          </w:p>
          <w:p w14:paraId="5DF8290A" w14:textId="77777777" w:rsidR="0095019A" w:rsidRPr="0095019A" w:rsidRDefault="0095019A" w:rsidP="0095019A">
            <w:pPr>
              <w:pStyle w:val="SIBulletList1"/>
            </w:pPr>
            <w:r w:rsidRPr="0095019A">
              <w:t>aims and purposes of building organic garden and orchard systems</w:t>
            </w:r>
          </w:p>
          <w:p w14:paraId="144B5D0C" w14:textId="77777777" w:rsidR="0095019A" w:rsidRPr="0095019A" w:rsidRDefault="0095019A" w:rsidP="0095019A">
            <w:pPr>
              <w:pStyle w:val="SIBulletList1"/>
            </w:pPr>
            <w:r w:rsidRPr="0095019A">
              <w:t>design principles for organic garden and orchard systems</w:t>
            </w:r>
          </w:p>
          <w:p w14:paraId="2A3D44DE" w14:textId="77777777" w:rsidR="0095019A" w:rsidRPr="0095019A" w:rsidRDefault="0095019A" w:rsidP="0095019A">
            <w:pPr>
              <w:pStyle w:val="SIBulletList1"/>
            </w:pPr>
            <w:r w:rsidRPr="0095019A">
              <w:t>features and characteristics of plants used in organic garden and orchard systems</w:t>
            </w:r>
          </w:p>
          <w:p w14:paraId="0B87B246" w14:textId="1CE4113C" w:rsidR="0095019A" w:rsidRPr="0095019A" w:rsidRDefault="00D52930" w:rsidP="0095019A">
            <w:pPr>
              <w:pStyle w:val="SIBulletList1"/>
            </w:pPr>
            <w:r>
              <w:t xml:space="preserve">preparation, planting and </w:t>
            </w:r>
            <w:r w:rsidR="0095019A" w:rsidRPr="0095019A">
              <w:t xml:space="preserve">growing requirements </w:t>
            </w:r>
            <w:r>
              <w:t>for</w:t>
            </w:r>
            <w:r w:rsidR="0095019A" w:rsidRPr="0095019A">
              <w:t xml:space="preserve"> organic garden and orchard systems</w:t>
            </w:r>
          </w:p>
          <w:p w14:paraId="5C8CD985" w14:textId="6D943EC8" w:rsidR="00F1480E" w:rsidRPr="005404CB" w:rsidRDefault="00D52930" w:rsidP="005D1F8E">
            <w:pPr>
              <w:pStyle w:val="SIBulletList1"/>
            </w:pPr>
            <w:r>
              <w:t xml:space="preserve">source of planting material including </w:t>
            </w:r>
            <w:r w:rsidR="0095019A" w:rsidRPr="0095019A">
              <w:t>biosecurity principles</w:t>
            </w:r>
            <w:r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2E6BDA3" w14:textId="239A316B" w:rsidR="00E448C3" w:rsidRPr="00E448C3" w:rsidRDefault="00E448C3" w:rsidP="005D1F8E">
            <w:pPr>
              <w:pStyle w:val="SIText"/>
            </w:pPr>
            <w:r w:rsidRPr="00E448C3">
              <w:t xml:space="preserve">Assessment of the skills in this unit of competency must take place under the following conditions: </w:t>
            </w:r>
          </w:p>
          <w:p w14:paraId="5905E929" w14:textId="77777777" w:rsidR="00E448C3" w:rsidRPr="00E448C3" w:rsidRDefault="00E448C3" w:rsidP="005D1F8E">
            <w:pPr>
              <w:pStyle w:val="SIBulletList1"/>
            </w:pPr>
            <w:r w:rsidRPr="00E448C3">
              <w:t>physical conditions:</w:t>
            </w:r>
          </w:p>
          <w:p w14:paraId="52CEA6A8" w14:textId="1D751B50" w:rsidR="00E448C3" w:rsidRPr="00E448C3" w:rsidRDefault="00E448C3" w:rsidP="00E448C3">
            <w:pPr>
              <w:pStyle w:val="SIBulletList2"/>
            </w:pPr>
            <w:r w:rsidRPr="00E448C3">
              <w:t xml:space="preserve">skills must be demonstrated </w:t>
            </w:r>
            <w:r>
              <w:t>o</w:t>
            </w:r>
            <w:r w:rsidRPr="00E448C3">
              <w:t>n a permaculture system</w:t>
            </w:r>
            <w:r>
              <w:t xml:space="preserve"> site</w:t>
            </w:r>
            <w:r w:rsidRPr="00E448C3">
              <w:t xml:space="preserve"> or an environment that accurately represents workplace conditions</w:t>
            </w:r>
          </w:p>
          <w:p w14:paraId="5CDC4FEC" w14:textId="77777777" w:rsidR="00E448C3" w:rsidRPr="00E448C3" w:rsidRDefault="00E448C3" w:rsidP="005D1F8E">
            <w:pPr>
              <w:pStyle w:val="SIBulletList1"/>
            </w:pPr>
            <w:r w:rsidRPr="00E448C3">
              <w:t xml:space="preserve">resources, </w:t>
            </w:r>
            <w:proofErr w:type="gramStart"/>
            <w:r w:rsidRPr="00E448C3">
              <w:t>equipment</w:t>
            </w:r>
            <w:proofErr w:type="gramEnd"/>
            <w:r w:rsidRPr="00E448C3">
              <w:t xml:space="preserve"> and materials:</w:t>
            </w:r>
          </w:p>
          <w:p w14:paraId="0AF30939" w14:textId="77777777" w:rsidR="00E448C3" w:rsidRPr="00E448C3" w:rsidRDefault="00E448C3" w:rsidP="00E448C3">
            <w:pPr>
              <w:pStyle w:val="SIBulletList2"/>
            </w:pPr>
            <w:r w:rsidRPr="00E448C3">
              <w:t>use of tools and equipment</w:t>
            </w:r>
          </w:p>
          <w:p w14:paraId="28B5862F" w14:textId="77777777" w:rsidR="00E448C3" w:rsidRDefault="00E448C3" w:rsidP="00E448C3">
            <w:pPr>
              <w:pStyle w:val="SIBulletList2"/>
            </w:pPr>
            <w:r w:rsidRPr="00E448C3">
              <w:t>use of personal protective equipment</w:t>
            </w:r>
          </w:p>
          <w:p w14:paraId="11F7C9C6" w14:textId="474D2747" w:rsidR="00E448C3" w:rsidRPr="00E448C3" w:rsidRDefault="00E448C3" w:rsidP="00E448C3">
            <w:pPr>
              <w:pStyle w:val="SIBulletList2"/>
            </w:pPr>
            <w:r>
              <w:lastRenderedPageBreak/>
              <w:t xml:space="preserve">use of drawing and planning equipment </w:t>
            </w:r>
          </w:p>
          <w:p w14:paraId="56E96E92" w14:textId="77777777" w:rsidR="00E448C3" w:rsidRPr="00E448C3" w:rsidRDefault="00E448C3" w:rsidP="005D1F8E">
            <w:pPr>
              <w:pStyle w:val="SIBulletList1"/>
            </w:pPr>
            <w:r w:rsidRPr="00E448C3">
              <w:t>specifications:</w:t>
            </w:r>
          </w:p>
          <w:p w14:paraId="49FE39CA" w14:textId="2E8551D7" w:rsidR="00E448C3" w:rsidRDefault="00E448C3" w:rsidP="00E448C3">
            <w:pPr>
              <w:pStyle w:val="SIBulletList2"/>
            </w:pPr>
            <w:r>
              <w:t>use of permaculture system plans and specifications</w:t>
            </w:r>
          </w:p>
          <w:p w14:paraId="5443CB67" w14:textId="6554DC55" w:rsidR="00E448C3" w:rsidRPr="00E448C3" w:rsidRDefault="00E448C3" w:rsidP="00E448C3">
            <w:pPr>
              <w:pStyle w:val="SIBulletList2"/>
            </w:pPr>
            <w:r>
              <w:t xml:space="preserve">use of workplace </w:t>
            </w:r>
            <w:r w:rsidRPr="00E448C3">
              <w:t>procedures</w:t>
            </w:r>
            <w:r>
              <w:t xml:space="preserve"> and </w:t>
            </w:r>
            <w:r w:rsidRPr="00E448C3">
              <w:t>processes</w:t>
            </w:r>
          </w:p>
          <w:p w14:paraId="1BAD4888" w14:textId="4501E679" w:rsidR="00E448C3" w:rsidRDefault="00E448C3" w:rsidP="00E448C3">
            <w:pPr>
              <w:pStyle w:val="SIBulletList2"/>
            </w:pPr>
            <w:r>
              <w:t>use of plant materials for organic garden and orchard</w:t>
            </w:r>
          </w:p>
          <w:p w14:paraId="76CC0E03" w14:textId="74F3836D" w:rsidR="00E448C3" w:rsidRDefault="00E448C3" w:rsidP="00E448C3">
            <w:pPr>
              <w:pStyle w:val="SIBulletList2"/>
            </w:pPr>
            <w:r w:rsidRPr="00E448C3">
              <w:t>access to specific codes of practice</w:t>
            </w:r>
            <w:r>
              <w:t xml:space="preserve"> for organic growing</w:t>
            </w:r>
          </w:p>
          <w:p w14:paraId="3D05D3C6" w14:textId="3522F05C" w:rsidR="00E448C3" w:rsidRPr="00E448C3" w:rsidRDefault="00E448C3" w:rsidP="00E448C3">
            <w:pPr>
              <w:pStyle w:val="SIBulletList2"/>
            </w:pPr>
            <w:r>
              <w:t>access to permaculture principles</w:t>
            </w:r>
            <w:r w:rsidR="00F400FB">
              <w:t>.</w:t>
            </w:r>
          </w:p>
          <w:p w14:paraId="73744304" w14:textId="77777777" w:rsidR="00E448C3" w:rsidRPr="00E448C3" w:rsidRDefault="00E448C3" w:rsidP="005D1F8E">
            <w:pPr>
              <w:pStyle w:val="SIText"/>
            </w:pPr>
          </w:p>
          <w:p w14:paraId="759850B7" w14:textId="592DFA8D" w:rsidR="003B541E" w:rsidRPr="005404CB" w:rsidRDefault="00E448C3" w:rsidP="003B541E">
            <w:pPr>
              <w:pStyle w:val="SIText"/>
              <w:rPr>
                <w:rFonts w:eastAsia="Calibri"/>
              </w:rPr>
            </w:pPr>
            <w:r w:rsidRPr="00E448C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62978" w14:textId="77777777" w:rsidR="009D590D" w:rsidRDefault="009D590D" w:rsidP="00BF3F0A">
      <w:r>
        <w:separator/>
      </w:r>
    </w:p>
    <w:p w14:paraId="0B61D689" w14:textId="77777777" w:rsidR="009D590D" w:rsidRDefault="009D590D"/>
  </w:endnote>
  <w:endnote w:type="continuationSeparator" w:id="0">
    <w:p w14:paraId="392FBDC4" w14:textId="77777777" w:rsidR="009D590D" w:rsidRDefault="009D590D" w:rsidP="00BF3F0A">
      <w:r>
        <w:continuationSeparator/>
      </w:r>
    </w:p>
    <w:p w14:paraId="778FE795" w14:textId="77777777" w:rsidR="009D590D" w:rsidRDefault="009D59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400FB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A5C43" w14:textId="77777777" w:rsidR="009D590D" w:rsidRDefault="009D590D" w:rsidP="00BF3F0A">
      <w:r>
        <w:separator/>
      </w:r>
    </w:p>
    <w:p w14:paraId="7B3222D8" w14:textId="77777777" w:rsidR="009D590D" w:rsidRDefault="009D590D"/>
  </w:footnote>
  <w:footnote w:type="continuationSeparator" w:id="0">
    <w:p w14:paraId="51713737" w14:textId="77777777" w:rsidR="009D590D" w:rsidRDefault="009D590D" w:rsidP="00BF3F0A">
      <w:r>
        <w:continuationSeparator/>
      </w:r>
    </w:p>
    <w:p w14:paraId="7F6011B1" w14:textId="77777777" w:rsidR="009D590D" w:rsidRDefault="009D59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358DD35" w:rsidR="009C2650" w:rsidRPr="000754EC" w:rsidRDefault="005F1AB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05AFD" w:rsidRPr="00F05AFD">
      <w:t>AHCPER3</w:t>
    </w:r>
    <w:r w:rsidR="00FB542A">
      <w:t>X</w:t>
    </w:r>
    <w:r w:rsidR="005D1F8E">
      <w:t>6</w:t>
    </w:r>
    <w:r w:rsidR="00F05AFD" w:rsidRPr="00F05AFD">
      <w:t xml:space="preserve"> </w:t>
    </w:r>
    <w:r w:rsidR="00350B75">
      <w:t>Establish</w:t>
    </w:r>
    <w:r w:rsidR="00350B75" w:rsidRPr="00F05AFD">
      <w:t xml:space="preserve"> </w:t>
    </w:r>
    <w:r w:rsidR="00F05AFD" w:rsidRPr="00F05AFD">
      <w:t>organic garden and orchard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01D8"/>
    <w:multiLevelType w:val="multilevel"/>
    <w:tmpl w:val="BB809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2337B"/>
    <w:multiLevelType w:val="multilevel"/>
    <w:tmpl w:val="45D0B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E1740"/>
    <w:multiLevelType w:val="multilevel"/>
    <w:tmpl w:val="4B124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726DC6"/>
    <w:multiLevelType w:val="multilevel"/>
    <w:tmpl w:val="3EF825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FA5FD1"/>
    <w:multiLevelType w:val="multilevel"/>
    <w:tmpl w:val="5C1C2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8A3F7A"/>
    <w:multiLevelType w:val="multilevel"/>
    <w:tmpl w:val="B750F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CF3C96"/>
    <w:multiLevelType w:val="multilevel"/>
    <w:tmpl w:val="FC90E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7506A8"/>
    <w:multiLevelType w:val="multilevel"/>
    <w:tmpl w:val="F5CA0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FC5171"/>
    <w:multiLevelType w:val="multilevel"/>
    <w:tmpl w:val="429CC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F717DC"/>
    <w:multiLevelType w:val="multilevel"/>
    <w:tmpl w:val="34785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3A7176"/>
    <w:multiLevelType w:val="multilevel"/>
    <w:tmpl w:val="F5183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720951"/>
    <w:multiLevelType w:val="multilevel"/>
    <w:tmpl w:val="2E1C3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78352E"/>
    <w:multiLevelType w:val="multilevel"/>
    <w:tmpl w:val="D0968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E64D83"/>
    <w:multiLevelType w:val="multilevel"/>
    <w:tmpl w:val="C22A4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EE2B44"/>
    <w:multiLevelType w:val="multilevel"/>
    <w:tmpl w:val="11B6C4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C918EF"/>
    <w:multiLevelType w:val="multilevel"/>
    <w:tmpl w:val="608E7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2D2698"/>
    <w:multiLevelType w:val="multilevel"/>
    <w:tmpl w:val="ADA056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AF1638"/>
    <w:multiLevelType w:val="multilevel"/>
    <w:tmpl w:val="4FB2C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EE07DB"/>
    <w:multiLevelType w:val="multilevel"/>
    <w:tmpl w:val="398880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183496"/>
    <w:multiLevelType w:val="multilevel"/>
    <w:tmpl w:val="39E21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8514DE"/>
    <w:multiLevelType w:val="multilevel"/>
    <w:tmpl w:val="983CC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203788"/>
    <w:multiLevelType w:val="multilevel"/>
    <w:tmpl w:val="56C05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7A4FB8"/>
    <w:multiLevelType w:val="multilevel"/>
    <w:tmpl w:val="23B06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DC6245"/>
    <w:multiLevelType w:val="multilevel"/>
    <w:tmpl w:val="7F7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60112A"/>
    <w:multiLevelType w:val="multilevel"/>
    <w:tmpl w:val="5C26A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1AF7C37"/>
    <w:multiLevelType w:val="multilevel"/>
    <w:tmpl w:val="42565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FD0A82"/>
    <w:multiLevelType w:val="multilevel"/>
    <w:tmpl w:val="B17C8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D819ED"/>
    <w:multiLevelType w:val="multilevel"/>
    <w:tmpl w:val="A5F8B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362A15"/>
    <w:multiLevelType w:val="multilevel"/>
    <w:tmpl w:val="4BC05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CB1B39"/>
    <w:multiLevelType w:val="multilevel"/>
    <w:tmpl w:val="2D2408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3A0265"/>
    <w:multiLevelType w:val="multilevel"/>
    <w:tmpl w:val="1DACD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F907A2"/>
    <w:multiLevelType w:val="multilevel"/>
    <w:tmpl w:val="DEBA2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7729F5"/>
    <w:multiLevelType w:val="multilevel"/>
    <w:tmpl w:val="AC84B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CB2E74"/>
    <w:multiLevelType w:val="multilevel"/>
    <w:tmpl w:val="C11CF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1B71F8"/>
    <w:multiLevelType w:val="multilevel"/>
    <w:tmpl w:val="0AE2F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B314FA"/>
    <w:multiLevelType w:val="multilevel"/>
    <w:tmpl w:val="D54C5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AEF6945"/>
    <w:multiLevelType w:val="multilevel"/>
    <w:tmpl w:val="81E46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FB0EA7"/>
    <w:multiLevelType w:val="multilevel"/>
    <w:tmpl w:val="8A405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2082954">
    <w:abstractNumId w:val="36"/>
  </w:num>
  <w:num w:numId="2" w16cid:durableId="730426017">
    <w:abstractNumId w:val="28"/>
  </w:num>
  <w:num w:numId="3" w16cid:durableId="919631381">
    <w:abstractNumId w:val="37"/>
  </w:num>
  <w:num w:numId="4" w16cid:durableId="707026473">
    <w:abstractNumId w:val="20"/>
  </w:num>
  <w:num w:numId="5" w16cid:durableId="635526740">
    <w:abstractNumId w:val="11"/>
  </w:num>
  <w:num w:numId="6" w16cid:durableId="837699218">
    <w:abstractNumId w:val="8"/>
  </w:num>
  <w:num w:numId="7" w16cid:durableId="320358030">
    <w:abstractNumId w:val="35"/>
  </w:num>
  <w:num w:numId="8" w16cid:durableId="221332896">
    <w:abstractNumId w:val="0"/>
  </w:num>
  <w:num w:numId="9" w16cid:durableId="2013337226">
    <w:abstractNumId w:val="27"/>
  </w:num>
  <w:num w:numId="10" w16cid:durableId="157231173">
    <w:abstractNumId w:val="6"/>
  </w:num>
  <w:num w:numId="11" w16cid:durableId="1872567016">
    <w:abstractNumId w:val="4"/>
  </w:num>
  <w:num w:numId="12" w16cid:durableId="89089405">
    <w:abstractNumId w:val="22"/>
  </w:num>
  <w:num w:numId="13" w16cid:durableId="197933823">
    <w:abstractNumId w:val="32"/>
  </w:num>
  <w:num w:numId="14" w16cid:durableId="2043364037">
    <w:abstractNumId w:val="1"/>
  </w:num>
  <w:num w:numId="15" w16cid:durableId="1896506750">
    <w:abstractNumId w:val="40"/>
  </w:num>
  <w:num w:numId="16" w16cid:durableId="116418670">
    <w:abstractNumId w:val="15"/>
  </w:num>
  <w:num w:numId="17" w16cid:durableId="422074940">
    <w:abstractNumId w:val="39"/>
  </w:num>
  <w:num w:numId="18" w16cid:durableId="715814351">
    <w:abstractNumId w:val="34"/>
  </w:num>
  <w:num w:numId="19" w16cid:durableId="1518151844">
    <w:abstractNumId w:val="41"/>
  </w:num>
  <w:num w:numId="20" w16cid:durableId="360976235">
    <w:abstractNumId w:val="13"/>
  </w:num>
  <w:num w:numId="21" w16cid:durableId="2060548990">
    <w:abstractNumId w:val="7"/>
  </w:num>
  <w:num w:numId="22" w16cid:durableId="1155949612">
    <w:abstractNumId w:val="26"/>
  </w:num>
  <w:num w:numId="23" w16cid:durableId="898319782">
    <w:abstractNumId w:val="17"/>
  </w:num>
  <w:num w:numId="24" w16cid:durableId="253439435">
    <w:abstractNumId w:val="14"/>
  </w:num>
  <w:num w:numId="25" w16cid:durableId="1051197467">
    <w:abstractNumId w:val="30"/>
  </w:num>
  <w:num w:numId="26" w16cid:durableId="1922367811">
    <w:abstractNumId w:val="38"/>
  </w:num>
  <w:num w:numId="27" w16cid:durableId="1464692914">
    <w:abstractNumId w:val="3"/>
  </w:num>
  <w:num w:numId="28" w16cid:durableId="377318717">
    <w:abstractNumId w:val="23"/>
  </w:num>
  <w:num w:numId="29" w16cid:durableId="1452086359">
    <w:abstractNumId w:val="12"/>
  </w:num>
  <w:num w:numId="30" w16cid:durableId="995694154">
    <w:abstractNumId w:val="16"/>
  </w:num>
  <w:num w:numId="31" w16cid:durableId="1995529918">
    <w:abstractNumId w:val="29"/>
  </w:num>
  <w:num w:numId="32" w16cid:durableId="830372899">
    <w:abstractNumId w:val="25"/>
  </w:num>
  <w:num w:numId="33" w16cid:durableId="1629622877">
    <w:abstractNumId w:val="42"/>
  </w:num>
  <w:num w:numId="34" w16cid:durableId="1887256686">
    <w:abstractNumId w:val="2"/>
  </w:num>
  <w:num w:numId="35" w16cid:durableId="2117366542">
    <w:abstractNumId w:val="33"/>
  </w:num>
  <w:num w:numId="36" w16cid:durableId="932857831">
    <w:abstractNumId w:val="21"/>
  </w:num>
  <w:num w:numId="37" w16cid:durableId="1103067757">
    <w:abstractNumId w:val="31"/>
  </w:num>
  <w:num w:numId="38" w16cid:durableId="1537965734">
    <w:abstractNumId w:val="10"/>
  </w:num>
  <w:num w:numId="39" w16cid:durableId="1407415112">
    <w:abstractNumId w:val="5"/>
  </w:num>
  <w:num w:numId="40" w16cid:durableId="1443265312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0E7"/>
    <w:rsid w:val="000136C9"/>
    <w:rsid w:val="00016803"/>
    <w:rsid w:val="00023992"/>
    <w:rsid w:val="000275AE"/>
    <w:rsid w:val="000306F8"/>
    <w:rsid w:val="00041E59"/>
    <w:rsid w:val="00057E4D"/>
    <w:rsid w:val="00064BFE"/>
    <w:rsid w:val="00070B3E"/>
    <w:rsid w:val="00071F95"/>
    <w:rsid w:val="000737BB"/>
    <w:rsid w:val="00074E47"/>
    <w:rsid w:val="000754EC"/>
    <w:rsid w:val="00076D88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160D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6713"/>
    <w:rsid w:val="00262FC3"/>
    <w:rsid w:val="0026394F"/>
    <w:rsid w:val="002658F8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217F3"/>
    <w:rsid w:val="00327620"/>
    <w:rsid w:val="00333E3C"/>
    <w:rsid w:val="00337E82"/>
    <w:rsid w:val="00346FDC"/>
    <w:rsid w:val="00350B75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5486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04CD2"/>
    <w:rsid w:val="004127E3"/>
    <w:rsid w:val="004173DD"/>
    <w:rsid w:val="0043212E"/>
    <w:rsid w:val="00434366"/>
    <w:rsid w:val="00434ECE"/>
    <w:rsid w:val="00444423"/>
    <w:rsid w:val="00450D37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424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6591"/>
    <w:rsid w:val="004F78DA"/>
    <w:rsid w:val="005145AB"/>
    <w:rsid w:val="0052022A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D1F8E"/>
    <w:rsid w:val="005E08C2"/>
    <w:rsid w:val="005E51E6"/>
    <w:rsid w:val="005E5B6D"/>
    <w:rsid w:val="005F027A"/>
    <w:rsid w:val="005F1AB1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80367"/>
    <w:rsid w:val="0068453C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D399A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90D"/>
    <w:rsid w:val="009D5D2C"/>
    <w:rsid w:val="009F0DCC"/>
    <w:rsid w:val="009F11CA"/>
    <w:rsid w:val="009F2BC0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1429"/>
    <w:rsid w:val="00C04238"/>
    <w:rsid w:val="00C0501C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22F1"/>
    <w:rsid w:val="00C578E9"/>
    <w:rsid w:val="00C70626"/>
    <w:rsid w:val="00C72860"/>
    <w:rsid w:val="00C72A48"/>
    <w:rsid w:val="00C73582"/>
    <w:rsid w:val="00C73B90"/>
    <w:rsid w:val="00C742EC"/>
    <w:rsid w:val="00C77083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30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26C3"/>
    <w:rsid w:val="00E238E6"/>
    <w:rsid w:val="00E34CD8"/>
    <w:rsid w:val="00E35064"/>
    <w:rsid w:val="00E3681D"/>
    <w:rsid w:val="00E40225"/>
    <w:rsid w:val="00E4046B"/>
    <w:rsid w:val="00E448C3"/>
    <w:rsid w:val="00E46FBD"/>
    <w:rsid w:val="00E501F0"/>
    <w:rsid w:val="00E6166D"/>
    <w:rsid w:val="00E91BFF"/>
    <w:rsid w:val="00E92933"/>
    <w:rsid w:val="00E94FAD"/>
    <w:rsid w:val="00E96546"/>
    <w:rsid w:val="00EB0AA4"/>
    <w:rsid w:val="00EB5C88"/>
    <w:rsid w:val="00EC0469"/>
    <w:rsid w:val="00EC0C3E"/>
    <w:rsid w:val="00ED5AAC"/>
    <w:rsid w:val="00EE3D4B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00FB"/>
    <w:rsid w:val="00F438FC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3D7C"/>
    <w:rsid w:val="00F9224A"/>
    <w:rsid w:val="00FA7AFD"/>
    <w:rsid w:val="00FB232E"/>
    <w:rsid w:val="00FB38D9"/>
    <w:rsid w:val="00FB542A"/>
    <w:rsid w:val="00FD557D"/>
    <w:rsid w:val="00FE0282"/>
    <w:rsid w:val="00FE124D"/>
    <w:rsid w:val="00FE302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5D1F8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4DF32-4BEC-494B-8728-50C7ED28A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7ee3a392-9fd5-4e44-986b-b11872d0f857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9CB5220-A666-4713-BFFD-102A35B4D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90</TotalTime>
  <Pages>4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20</cp:revision>
  <cp:lastPrinted>2016-05-27T05:21:00Z</cp:lastPrinted>
  <dcterms:created xsi:type="dcterms:W3CDTF">2021-12-07T03:36:00Z</dcterms:created>
  <dcterms:modified xsi:type="dcterms:W3CDTF">2022-05-13T02:32:00Z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